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</w:p>
    <w:p w:rsidR="00B3448B" w:rsidRPr="00642E12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22170F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="00B874F5">
        <w:rPr>
          <w:rStyle w:val="a9"/>
        </w:rPr>
        <w:fldChar w:fldCharType="separate"/>
      </w:r>
      <w:r w:rsidR="0022170F" w:rsidRPr="0022170F">
        <w:rPr>
          <w:rStyle w:val="a9"/>
        </w:rPr>
        <w:t>МУНИЦИПАЛЬНОЕ БЮДЖЕТНОЕ ОБЩЕОБРАЗОВАТЕЛЬНОЕ УЧРЕЖДЕНИЕ ДЛЯ ДЕТЕЙ ДОШКОЛЬНОГО И МЛАДШЕГО ШКОЛЬНОГО ВОЗРАСТА "УЛИСЬЯЛСКАЯ НАЧАЛЬНАЯ ШКОЛА - ДЕТСКИЙ САД" БАЛТАСИНСКОГО МУНИЦИПАЛЬНОГО РАЙОНА РЕСПУБЛИКИ ТАТАРСТАН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и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22170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AF1EDF" w:rsidRPr="00F06873" w:rsidRDefault="0022170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:rsidR="00AF1EDF" w:rsidRPr="00F06873" w:rsidRDefault="002217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2217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217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F06873" w:rsidRDefault="002217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217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2217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2217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22170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AF1EDF" w:rsidRPr="00F06873" w:rsidRDefault="0022170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:rsidR="00AF1EDF" w:rsidRPr="00F06873" w:rsidRDefault="002217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2217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217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F06873" w:rsidRDefault="002217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217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2217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2217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22170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AF1EDF" w:rsidRPr="00F06873" w:rsidRDefault="0022170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:rsidR="00AF1EDF" w:rsidRPr="00F06873" w:rsidRDefault="002217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2217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217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F06873" w:rsidRDefault="002217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217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2217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2217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22170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22170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2217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2217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217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217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217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2217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2217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22170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22170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2217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2217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217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217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217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2217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22170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22170F" w:rsidRDefault="00F06873" w:rsidP="0022170F">
      <w:pPr>
        <w:jc w:val="right"/>
        <w:rPr>
          <w:sz w:val="20"/>
        </w:rPr>
      </w:pPr>
      <w:r w:rsidRPr="00F06873">
        <w:t>Таблица 2</w:t>
      </w:r>
      <w:r w:rsidR="0022170F">
        <w:fldChar w:fldCharType="begin"/>
      </w:r>
      <w:r w:rsidR="0022170F">
        <w:instrText xml:space="preserve"> INCLUDETEXT  "C:\\Аттестация\\ARMv51_files\\sv_ved_org_194.xml" \! \t "C:\\ProgramData\\attest5\\5.1\\xsl\\per_rm\\form2_01.xsl"  \* MERGEFORMAT </w:instrText>
      </w:r>
      <w:r w:rsidR="0022170F">
        <w:fldChar w:fldCharType="separate"/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04"/>
        <w:gridCol w:w="1209"/>
        <w:gridCol w:w="453"/>
        <w:gridCol w:w="453"/>
        <w:gridCol w:w="604"/>
        <w:gridCol w:w="454"/>
        <w:gridCol w:w="454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756"/>
        <w:gridCol w:w="756"/>
        <w:gridCol w:w="756"/>
        <w:gridCol w:w="756"/>
        <w:gridCol w:w="756"/>
        <w:gridCol w:w="605"/>
        <w:gridCol w:w="454"/>
      </w:tblGrid>
      <w:tr w:rsidR="0022170F">
        <w:trPr>
          <w:divId w:val="2112384787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номер рабочего места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Профессия/должность/специальность работника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Классы (подклассы) условий труда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22170F" w:rsidRDefault="0022170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Итоговый класс (подкласс) условий труда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22170F" w:rsidRDefault="0022170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Итоговый класс (подкласс) условий труда с учетом эффективного применения СИЗ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22170F" w:rsidRDefault="0022170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Повышенный размер оплаты труда (да,нет)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22170F" w:rsidRDefault="0022170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22170F" w:rsidRDefault="0022170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Сокращенная продолжительность рабочего времени (да/нет)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22170F" w:rsidRDefault="0022170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Молоко или другие равноценные пищевые продукты (да/нет)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22170F" w:rsidRDefault="0022170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Лечебно-профилактическое питание (да/нет)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22170F" w:rsidRDefault="0022170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Льготное пенсионное обеспечение (да/нет)</w:t>
            </w:r>
          </w:p>
        </w:tc>
      </w:tr>
      <w:tr w:rsidR="0022170F">
        <w:trPr>
          <w:divId w:val="2112384787"/>
          <w:trHeight w:val="22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22170F" w:rsidRDefault="0022170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 фактор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22170F" w:rsidRDefault="0022170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биологический фактор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22170F" w:rsidRDefault="0022170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аэрозоли преимущественно фиброгенного действия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22170F" w:rsidRDefault="0022170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22170F" w:rsidRDefault="0022170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инфразвук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22170F" w:rsidRDefault="0022170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ультразвук воздушный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22170F" w:rsidRDefault="0022170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общая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22170F" w:rsidRDefault="0022170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локальная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22170F" w:rsidRDefault="0022170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22170F" w:rsidRDefault="0022170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ионизирующие излучения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22170F" w:rsidRDefault="0022170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параметры микроклимата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22170F" w:rsidRDefault="0022170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параметры световой среды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22170F" w:rsidRDefault="0022170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22170F" w:rsidRDefault="0022170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6"/>
                <w:szCs w:val="16"/>
              </w:rPr>
            </w:pPr>
          </w:p>
        </w:tc>
      </w:tr>
      <w:tr w:rsidR="0022170F">
        <w:trPr>
          <w:divId w:val="2112384787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</w:tr>
      <w:tr w:rsidR="0022170F">
        <w:trPr>
          <w:divId w:val="2112384787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22170F">
        <w:trPr>
          <w:divId w:val="211238478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70F" w:rsidRDefault="002217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22170F" w:rsidP="0022170F">
      <w:pPr>
        <w:jc w:val="right"/>
        <w:rPr>
          <w:sz w:val="18"/>
          <w:szCs w:val="18"/>
          <w:lang w:val="en-US"/>
        </w:rPr>
      </w:pPr>
      <w:r>
        <w:fldChar w:fldCharType="end"/>
      </w:r>
      <w:bookmarkStart w:id="6" w:name="_GoBack"/>
      <w:bookmarkEnd w:id="6"/>
    </w:p>
    <w:p w:rsidR="00936F48" w:rsidRPr="00FD5E7D" w:rsidRDefault="00936F48" w:rsidP="00936F48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fill_date</w:instrText>
      </w:r>
      <w:r w:rsidRPr="00883461">
        <w:rPr>
          <w:rStyle w:val="a9"/>
        </w:rPr>
        <w:instrText xml:space="preserve"> \* MERGEFORMAT </w:instrText>
      </w:r>
      <w:r>
        <w:rPr>
          <w:rStyle w:val="a9"/>
        </w:rPr>
        <w:fldChar w:fldCharType="separate"/>
      </w:r>
      <w:r w:rsidR="0022170F">
        <w:rPr>
          <w:rStyle w:val="a9"/>
        </w:rPr>
        <w:t>05.12.2022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</w:p>
    <w:p w:rsidR="004654AF" w:rsidRDefault="004654AF" w:rsidP="009D6532"/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22170F" w:rsidP="009D6532">
            <w:pPr>
              <w:pStyle w:val="aa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22170F" w:rsidP="009D6532">
            <w:pPr>
              <w:pStyle w:val="aa"/>
            </w:pPr>
            <w:r>
              <w:t>Иванова О.Б.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0905BE">
              <w:rPr>
                <w:vertAlign w:val="superscript"/>
              </w:rPr>
              <w:lastRenderedPageBreak/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22170F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642E12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22170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22170F" w:rsidP="009D6532">
            <w:pPr>
              <w:pStyle w:val="aa"/>
            </w:pPr>
            <w:r>
              <w:t>Учитель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9" w:name="com_chlens"/>
            <w:bookmarkEnd w:id="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22170F" w:rsidP="009D6532">
            <w:pPr>
              <w:pStyle w:val="aa"/>
            </w:pPr>
            <w:r>
              <w:t>Шамова Е.В.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22170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22170F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22170F" w:rsidRPr="0022170F" w:rsidTr="0022170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2170F" w:rsidRPr="0022170F" w:rsidRDefault="0022170F" w:rsidP="009D6532">
            <w:pPr>
              <w:pStyle w:val="aa"/>
            </w:pPr>
            <w:r>
              <w:t>Учитель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2170F" w:rsidRPr="0022170F" w:rsidRDefault="0022170F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2170F" w:rsidRPr="0022170F" w:rsidRDefault="0022170F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2170F" w:rsidRPr="0022170F" w:rsidRDefault="0022170F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2170F" w:rsidRPr="0022170F" w:rsidRDefault="0022170F" w:rsidP="009D6532">
            <w:pPr>
              <w:pStyle w:val="aa"/>
            </w:pPr>
            <w:r>
              <w:t>Соловьева Т.И.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2170F" w:rsidRPr="0022170F" w:rsidRDefault="0022170F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2170F" w:rsidRPr="0022170F" w:rsidRDefault="0022170F" w:rsidP="009D6532">
            <w:pPr>
              <w:pStyle w:val="aa"/>
            </w:pPr>
          </w:p>
        </w:tc>
      </w:tr>
      <w:tr w:rsidR="0022170F" w:rsidRPr="0022170F" w:rsidTr="0022170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22170F" w:rsidRPr="0022170F" w:rsidRDefault="0022170F" w:rsidP="009D6532">
            <w:pPr>
              <w:pStyle w:val="aa"/>
              <w:rPr>
                <w:vertAlign w:val="superscript"/>
              </w:rPr>
            </w:pPr>
            <w:r w:rsidRPr="0022170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22170F" w:rsidRPr="0022170F" w:rsidRDefault="0022170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2170F" w:rsidRPr="0022170F" w:rsidRDefault="0022170F" w:rsidP="009D6532">
            <w:pPr>
              <w:pStyle w:val="aa"/>
              <w:rPr>
                <w:vertAlign w:val="superscript"/>
              </w:rPr>
            </w:pPr>
            <w:r w:rsidRPr="0022170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2170F" w:rsidRPr="0022170F" w:rsidRDefault="0022170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2170F" w:rsidRPr="0022170F" w:rsidRDefault="0022170F" w:rsidP="009D6532">
            <w:pPr>
              <w:pStyle w:val="aa"/>
              <w:rPr>
                <w:vertAlign w:val="superscript"/>
              </w:rPr>
            </w:pPr>
            <w:r w:rsidRPr="0022170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2170F" w:rsidRPr="0022170F" w:rsidRDefault="0022170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22170F" w:rsidRPr="0022170F" w:rsidRDefault="0022170F" w:rsidP="009D6532">
            <w:pPr>
              <w:pStyle w:val="aa"/>
              <w:rPr>
                <w:vertAlign w:val="superscript"/>
              </w:rPr>
            </w:pPr>
            <w:r w:rsidRPr="0022170F">
              <w:rPr>
                <w:vertAlign w:val="superscript"/>
              </w:rPr>
              <w:t>(дата)</w:t>
            </w:r>
          </w:p>
        </w:tc>
      </w:tr>
    </w:tbl>
    <w:p w:rsidR="002743B5" w:rsidRDefault="002743B5" w:rsidP="002743B5">
      <w:pPr>
        <w:rPr>
          <w:lang w:val="en-US"/>
        </w:rPr>
      </w:pPr>
    </w:p>
    <w:p w:rsidR="002743B5" w:rsidRPr="003C5C39" w:rsidRDefault="004654AF" w:rsidP="002743B5">
      <w:r w:rsidRPr="004654AF">
        <w:t>Эксперт(-ы) организации, проводившей специальную оценку условий труда: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22170F" w:rsidTr="0022170F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22170F" w:rsidRDefault="0022170F" w:rsidP="002743B5">
            <w:pPr>
              <w:pStyle w:val="aa"/>
            </w:pPr>
            <w:r w:rsidRPr="0022170F">
              <w:t>5913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22170F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22170F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22170F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22170F" w:rsidRDefault="0022170F" w:rsidP="002743B5">
            <w:pPr>
              <w:pStyle w:val="aa"/>
            </w:pPr>
            <w:r w:rsidRPr="0022170F">
              <w:t>Юсупов Р.Р.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22170F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22170F" w:rsidRDefault="0022170F" w:rsidP="002743B5">
            <w:pPr>
              <w:pStyle w:val="aa"/>
            </w:pPr>
            <w:r>
              <w:t>05.12.2022</w:t>
            </w:r>
          </w:p>
        </w:tc>
      </w:tr>
      <w:tr w:rsidR="002743B5" w:rsidRPr="0022170F" w:rsidTr="0022170F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2743B5" w:rsidRPr="0022170F" w:rsidRDefault="0022170F" w:rsidP="002743B5">
            <w:pPr>
              <w:pStyle w:val="aa"/>
              <w:rPr>
                <w:b/>
                <w:vertAlign w:val="superscript"/>
              </w:rPr>
            </w:pPr>
            <w:r w:rsidRPr="0022170F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2743B5" w:rsidRPr="0022170F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1" w:name="fio_users"/>
            <w:bookmarkEnd w:id="11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743B5" w:rsidRPr="0022170F" w:rsidRDefault="0022170F" w:rsidP="002743B5">
            <w:pPr>
              <w:pStyle w:val="aa"/>
              <w:rPr>
                <w:b/>
                <w:vertAlign w:val="superscript"/>
              </w:rPr>
            </w:pPr>
            <w:r w:rsidRPr="0022170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743B5" w:rsidRPr="0022170F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743B5" w:rsidRPr="0022170F" w:rsidRDefault="0022170F" w:rsidP="002743B5">
            <w:pPr>
              <w:pStyle w:val="aa"/>
              <w:rPr>
                <w:b/>
                <w:vertAlign w:val="superscript"/>
              </w:rPr>
            </w:pPr>
            <w:r w:rsidRPr="0022170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743B5" w:rsidRPr="0022170F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743B5" w:rsidRPr="0022170F" w:rsidRDefault="0022170F" w:rsidP="002743B5">
            <w:pPr>
              <w:pStyle w:val="aa"/>
              <w:rPr>
                <w:vertAlign w:val="superscript"/>
              </w:rPr>
            </w:pPr>
            <w:r w:rsidRPr="0022170F">
              <w:rPr>
                <w:vertAlign w:val="superscript"/>
              </w:rPr>
              <w:t>(дата)</w:t>
            </w:r>
          </w:p>
        </w:tc>
      </w:tr>
    </w:tbl>
    <w:p w:rsidR="00DC1A91" w:rsidRDefault="00DC1A91" w:rsidP="00DC1A91">
      <w:pPr>
        <w:rPr>
          <w:lang w:val="en-US"/>
        </w:rPr>
      </w:pPr>
    </w:p>
    <w:sectPr w:rsidR="00DC1A91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70F" w:rsidRDefault="0022170F" w:rsidP="0022170F">
      <w:r>
        <w:separator/>
      </w:r>
    </w:p>
  </w:endnote>
  <w:endnote w:type="continuationSeparator" w:id="0">
    <w:p w:rsidR="0022170F" w:rsidRDefault="0022170F" w:rsidP="00221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70F" w:rsidRDefault="0022170F" w:rsidP="0022170F">
      <w:r>
        <w:separator/>
      </w:r>
    </w:p>
  </w:footnote>
  <w:footnote w:type="continuationSeparator" w:id="0">
    <w:p w:rsidR="0022170F" w:rsidRDefault="0022170F" w:rsidP="002217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ctivedoc_name" w:val="Документ8"/>
    <w:docVar w:name="adv_info1" w:val="     "/>
    <w:docVar w:name="adv_info2" w:val="     "/>
    <w:docVar w:name="adv_info3" w:val="     "/>
    <w:docVar w:name="att_org_adr" w:val="РФ, Республика Татарстан, г.Казань, ул.Гвардейская, д.33, оф.208"/>
    <w:docVar w:name="att_org_dop" w:val="Общество с ограниченной ответственностью &quot;Центр - качества&quot;_x000d__x000a_ООО &quot;Центр-качества&quot;_x000d__x000a_Исптытательная лаборатория ООО &quot;Центр-качества&quot;_x000d__x000a_Юридический адрес: РФ, Республика Татарстан, г.Казань, ул.Гвардейская, д.33, оф.212_x000d__x000a_Адрес места осуществления деятельности: РФ, Республика Татарстан, г.Казань, ул.Гвардейская, д.33, оф.208_x000d__x000a_Тел.:(843)202-31-83; e-mail: soyt@soytrf.ru_x000d__x000a_Регистрационный номер-201 от 22.01.2016"/>
    <w:docVar w:name="att_org_name" w:val="Общество с ограниченной ответственностью &quot;Центр - качества&quot;"/>
    <w:docVar w:name="att_org_reg_date" w:val="22.01.2016"/>
    <w:docVar w:name="att_org_reg_num" w:val="201"/>
    <w:docVar w:name="boss_fio" w:val="Аблатыпов Т.Г."/>
    <w:docVar w:name="ceh_info" w:val="МУНИЦИПАЛЬНОЕ БЮДЖЕТНОЕ ОБЩЕОБРАЗОВАТЕЛЬНОЕ УЧРЕЖДЕНИЕ ДЛЯ ДЕТЕЙ ДОШКОЛЬНОГО И МЛАДШЕГО ШКОЛЬНОГО ВОЗРАСТА &quot;УЛИСЬЯЛСКАЯ НАЧАЛЬНАЯ ШКОЛА - ДЕТСКИЙ САД&quot; БАЛТАСИНСКОГО МУНИЦИПАЛЬНОГО РАЙОНА РЕСПУБЛИКИ ТАТАРСТАН"/>
    <w:docVar w:name="doc_name" w:val="Документ8"/>
    <w:docVar w:name="doc_type" w:val="5"/>
    <w:docVar w:name="fill_date" w:val="05.12.2022"/>
    <w:docVar w:name="org_guid" w:val="1B2A04DB0C954F3EBB7985BB86341F4B"/>
    <w:docVar w:name="org_id" w:val="194"/>
    <w:docVar w:name="org_name" w:val="     "/>
    <w:docVar w:name="pers_guids" w:val="0E035F8BCDAC490E9552E76ED0DBEB24@131-284-898 57"/>
    <w:docVar w:name="pers_snils" w:val="0E035F8BCDAC490E9552E76ED0DBEB24@131-284-898 57"/>
    <w:docVar w:name="podr_id" w:val="org_194"/>
    <w:docVar w:name="pred_dolg" w:val="Директор"/>
    <w:docVar w:name="pred_fio" w:val="Иванова О.Б."/>
    <w:docVar w:name="rbtd_adr" w:val="     "/>
    <w:docVar w:name="rbtd_name" w:val="МУНИЦИПАЛЬНОЕ БЮДЖЕТНОЕ ОБЩЕОБРАЗОВАТЕЛЬНОЕ УЧРЕЖДЕНИЕ ДЛЯ ДЕТЕЙ ДОШКОЛЬНОГО И МЛАДШЕГО ШКОЛЬНОГО ВОЗРАСТА &quot;УЛИСЬЯЛСКАЯ НАЧАЛЬНАЯ ШКОЛА - ДЕТСКИЙ САД&quot; БАЛТАСИНСКОГО МУНИЦИПАЛЬНОГО РАЙОНА РЕСПУБЛИКИ ТАТАРСТАН"/>
    <w:docVar w:name="step_test" w:val="54"/>
    <w:docVar w:name="sv_docs" w:val="1"/>
  </w:docVars>
  <w:rsids>
    <w:rsidRoot w:val="0022170F"/>
    <w:rsid w:val="0002033E"/>
    <w:rsid w:val="000C5130"/>
    <w:rsid w:val="000D3760"/>
    <w:rsid w:val="000F0714"/>
    <w:rsid w:val="00196135"/>
    <w:rsid w:val="001A7AC3"/>
    <w:rsid w:val="001B19D8"/>
    <w:rsid w:val="0022170F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42E12"/>
    <w:rsid w:val="0065289A"/>
    <w:rsid w:val="0067226F"/>
    <w:rsid w:val="006E4DFC"/>
    <w:rsid w:val="00725C51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46395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B4B7277-7F5D-4D14-A655-1861D3A0B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2217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22170F"/>
    <w:rPr>
      <w:sz w:val="24"/>
    </w:rPr>
  </w:style>
  <w:style w:type="paragraph" w:styleId="ad">
    <w:name w:val="footer"/>
    <w:basedOn w:val="a"/>
    <w:link w:val="ae"/>
    <w:rsid w:val="002217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22170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0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subject/>
  <dc:creator>Lenovo</dc:creator>
  <cp:keywords/>
  <dc:description/>
  <cp:lastModifiedBy>Lenovo</cp:lastModifiedBy>
  <cp:revision>1</cp:revision>
  <dcterms:created xsi:type="dcterms:W3CDTF">2022-12-28T12:30:00Z</dcterms:created>
  <dcterms:modified xsi:type="dcterms:W3CDTF">2022-12-28T12:30:00Z</dcterms:modified>
</cp:coreProperties>
</file>